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5"/>
        <w:gridCol w:w="1902"/>
        <w:gridCol w:w="2745"/>
        <w:gridCol w:w="1747"/>
        <w:gridCol w:w="1546"/>
        <w:gridCol w:w="1380"/>
        <w:gridCol w:w="1439"/>
        <w:gridCol w:w="2408"/>
      </w:tblGrid>
      <w:tr w:rsidR="003C573D" w:rsidRPr="00E82DED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3C573D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14</w:t>
            </w:r>
          </w:p>
          <w:p w:rsidR="003C573D" w:rsidRDefault="003C573D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Nov 26-30</w:t>
            </w:r>
          </w:p>
          <w:p w:rsidR="003C573D" w:rsidRPr="005738F7" w:rsidRDefault="00293DDE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15</w:t>
            </w:r>
          </w:p>
          <w:p w:rsidR="003C573D" w:rsidRDefault="003C573D" w:rsidP="005711A4">
            <w:pPr>
              <w:jc w:val="center"/>
            </w:pPr>
            <w:r>
              <w:t>Dic 3-7</w:t>
            </w:r>
          </w:p>
        </w:tc>
        <w:tc>
          <w:tcPr>
            <w:tcW w:w="1672" w:type="dxa"/>
          </w:tcPr>
          <w:p w:rsidR="003C573D" w:rsidRDefault="003C573D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16</w:t>
            </w:r>
          </w:p>
          <w:p w:rsidR="003C573D" w:rsidRDefault="003C573D" w:rsidP="005711A4">
            <w:pPr>
              <w:jc w:val="center"/>
            </w:pPr>
            <w:r>
              <w:t>Dic 10-14</w:t>
            </w:r>
          </w:p>
        </w:tc>
        <w:tc>
          <w:tcPr>
            <w:tcW w:w="1559" w:type="dxa"/>
          </w:tcPr>
          <w:p w:rsidR="003C573D" w:rsidRDefault="003C573D" w:rsidP="005711A4">
            <w:pPr>
              <w:jc w:val="center"/>
            </w:pPr>
          </w:p>
        </w:tc>
        <w:tc>
          <w:tcPr>
            <w:tcW w:w="1619" w:type="dxa"/>
          </w:tcPr>
          <w:p w:rsidR="003C573D" w:rsidRPr="008D2F53" w:rsidRDefault="003C573D" w:rsidP="005711A4">
            <w:pPr>
              <w:jc w:val="center"/>
              <w:rPr>
                <w:lang w:val="en-US"/>
              </w:rPr>
            </w:pP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6F696E" w:rsidRPr="002739E8" w:rsidTr="003C573D"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6F696E" w:rsidRDefault="006F696E" w:rsidP="00FF6129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proofErr w:type="gramStart"/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records and organizes data on a tally chart.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Default="006F696E" w:rsidP="00FF6129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FF6129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2739E8" w:rsidRPr="009A2D38" w:rsidRDefault="002739E8" w:rsidP="00FF6129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2739E8" w:rsidRDefault="003C573D" w:rsidP="0014345D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Summative ass tally chart</w:t>
            </w:r>
            <w:r w:rsidR="00EE5055">
              <w:rPr>
                <w:rFonts w:asciiTheme="minorHAnsi" w:hAnsiTheme="minorHAnsi" w:cstheme="minorHAnsi"/>
              </w:rPr>
              <w:t xml:space="preserve"> </w:t>
            </w:r>
            <w:r w:rsidR="00D84D4F">
              <w:rPr>
                <w:rFonts w:asciiTheme="minorHAnsi" w:hAnsiTheme="minorHAnsi" w:cstheme="minorHAnsi"/>
              </w:rPr>
              <w:t xml:space="preserve"> abilities </w:t>
            </w:r>
            <w:r w:rsidR="00EE5055">
              <w:rPr>
                <w:rFonts w:asciiTheme="minorHAnsi" w:hAnsiTheme="minorHAnsi" w:cstheme="minorHAnsi"/>
              </w:rPr>
              <w:t>(1/2 groups, 1 period, parallel)</w:t>
            </w:r>
          </w:p>
          <w:p w:rsidR="003C573D" w:rsidRDefault="003C573D" w:rsidP="0014345D">
            <w:pPr>
              <w:pStyle w:val="NoSpacing"/>
              <w:rPr>
                <w:rFonts w:asciiTheme="minorHAnsi" w:hAnsiTheme="minorHAnsi" w:cstheme="minorHAnsi"/>
              </w:rPr>
            </w:pPr>
          </w:p>
          <w:p w:rsidR="003C573D" w:rsidRPr="004F5538" w:rsidRDefault="003C573D" w:rsidP="0014345D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828" w:type="dxa"/>
          </w:tcPr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0B2746" w:rsidP="003447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Summative probability</w:t>
            </w: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6F696E" w:rsidRDefault="006F696E" w:rsidP="00344720">
            <w:pPr>
              <w:jc w:val="center"/>
              <w:rPr>
                <w:lang w:val="en-US"/>
              </w:rPr>
            </w:pPr>
          </w:p>
          <w:p w:rsidR="002739E8" w:rsidRPr="005A600A" w:rsidRDefault="002739E8" w:rsidP="00344720">
            <w:pPr>
              <w:jc w:val="center"/>
              <w:rPr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5A600A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6F696E" w:rsidRPr="002739E8" w:rsidTr="003C573D"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Measurement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Identifies the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attributes of object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our surroundings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</w:rPr>
            </w:pP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Estimates,,</w:t>
            </w:r>
            <w:proofErr w:type="spellStart"/>
            <w:r>
              <w:rPr>
                <w:sz w:val="16"/>
                <w:szCs w:val="16"/>
              </w:rPr>
              <w:t>compares,</w:t>
            </w:r>
            <w:proofErr w:type="spellEnd"/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measures length</w:t>
            </w: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EE5055" w:rsidRDefault="00F32796" w:rsidP="00F3279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3C573D" w:rsidRPr="00EE5055">
              <w:rPr>
                <w:lang w:val="en-US"/>
              </w:rPr>
              <w:t>easuring length</w:t>
            </w:r>
            <w:r w:rsidR="00EE5055" w:rsidRPr="00EE5055">
              <w:rPr>
                <w:lang w:val="en-US"/>
              </w:rPr>
              <w:t xml:space="preserve"> </w:t>
            </w:r>
            <w:r w:rsidR="00D84D4F">
              <w:rPr>
                <w:lang w:val="en-US"/>
              </w:rPr>
              <w:t xml:space="preserve">, </w:t>
            </w:r>
            <w:proofErr w:type="spellStart"/>
            <w:r w:rsidR="00D84D4F">
              <w:rPr>
                <w:lang w:val="en-US"/>
              </w:rPr>
              <w:t>non standard</w:t>
            </w:r>
            <w:proofErr w:type="spellEnd"/>
            <w:r>
              <w:rPr>
                <w:lang w:val="en-US"/>
              </w:rPr>
              <w:t xml:space="preserve"> </w:t>
            </w:r>
            <w:r w:rsidR="00D84D4F">
              <w:rPr>
                <w:lang w:val="en-US"/>
              </w:rPr>
              <w:t xml:space="preserve"> units</w:t>
            </w:r>
            <w:r w:rsidR="00EE5055">
              <w:rPr>
                <w:lang w:val="en-US"/>
              </w:rPr>
              <w:t xml:space="preserve"> (station  with teacher</w:t>
            </w:r>
            <w:r w:rsidR="00293DDE">
              <w:rPr>
                <w:lang w:val="en-US"/>
              </w:rPr>
              <w:t xml:space="preserve"> 25 min</w:t>
            </w:r>
            <w:r w:rsidR="00EE5055">
              <w:rPr>
                <w:lang w:val="en-US"/>
              </w:rPr>
              <w:t>)</w:t>
            </w:r>
          </w:p>
        </w:tc>
        <w:tc>
          <w:tcPr>
            <w:tcW w:w="1828" w:type="dxa"/>
          </w:tcPr>
          <w:p w:rsidR="006F696E" w:rsidRPr="00AD48C4" w:rsidRDefault="00AB2438">
            <w:pPr>
              <w:rPr>
                <w:lang w:val="en-US"/>
              </w:rPr>
            </w:pPr>
            <w:r>
              <w:rPr>
                <w:lang w:val="en-US"/>
              </w:rPr>
              <w:t>Summative measuring length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6F696E" w:rsidRPr="00C402A6" w:rsidTr="003C573D"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Shape &amp; Space</w:t>
            </w:r>
          </w:p>
          <w:p w:rsidR="006F696E" w:rsidRPr="00344720" w:rsidRDefault="006F696E" w:rsidP="00AD48C4">
            <w:pPr>
              <w:pStyle w:val="ListParagraph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s-CO"/>
              </w:rPr>
            </w:pPr>
          </w:p>
          <w:p w:rsidR="006F696E" w:rsidRPr="009A2D38" w:rsidRDefault="006F696E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6F696E" w:rsidRDefault="006F696E" w:rsidP="00AD48C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Default="006F696E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6F696E" w:rsidRDefault="006F696E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6F696E" w:rsidRDefault="006F696E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2739E8" w:rsidRPr="00F046FC" w:rsidRDefault="002739E8" w:rsidP="002739E8">
            <w:pPr>
              <w:autoSpaceDE w:val="0"/>
              <w:autoSpaceDN w:val="0"/>
              <w:adjustRightInd w:val="0"/>
              <w:rPr>
                <w:rFonts w:cstheme="minorHAnsi"/>
                <w:color w:val="E36C0A" w:themeColor="accent6" w:themeShade="BF"/>
                <w:szCs w:val="18"/>
                <w:lang w:val="en-US"/>
              </w:rPr>
            </w:pPr>
            <w:proofErr w:type="spellStart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ind</w:t>
            </w:r>
            <w:proofErr w:type="spellEnd"/>
            <w:r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for Maths, social</w:t>
            </w:r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, </w:t>
            </w:r>
            <w:proofErr w:type="spellStart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transdiscipl</w:t>
            </w:r>
            <w:proofErr w:type="spellEnd"/>
            <w:r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skill)</w:t>
            </w:r>
          </w:p>
          <w:p w:rsidR="002739E8" w:rsidRPr="00896A3C" w:rsidRDefault="002739E8" w:rsidP="002739E8">
            <w:pPr>
              <w:jc w:val="center"/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</w:pP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 xml:space="preserve">(MATHS TRANSDISCIPLINARY </w:t>
            </w:r>
            <w:proofErr w:type="gramStart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MEN  (</w:t>
            </w:r>
            <w:proofErr w:type="gramEnd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Where we are…)</w:t>
            </w:r>
          </w:p>
          <w:p w:rsidR="002739E8" w:rsidRPr="00896A3C" w:rsidRDefault="002739E8" w:rsidP="002739E8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6"/>
                <w:szCs w:val="18"/>
                <w:highlight w:val="yellow"/>
              </w:rPr>
              <w:t>Me</w:t>
            </w: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</w:rPr>
              <w:t xml:space="preserve"> 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/>
              </w:rPr>
              <w:t>ubico en el entorno físico utilizando referentes espaciales como arriba, abajo, dentro, fuera, derecha, izquierda.</w:t>
            </w:r>
          </w:p>
          <w:p w:rsidR="002739E8" w:rsidRPr="00896A3C" w:rsidRDefault="002739E8" w:rsidP="002739E8">
            <w:pPr>
              <w:pStyle w:val="ListParagraph"/>
              <w:ind w:left="0"/>
              <w:rPr>
                <w:rFonts w:ascii="Calibri" w:hAnsi="Calibri"/>
                <w:color w:val="FF0000"/>
                <w:sz w:val="16"/>
                <w:szCs w:val="20"/>
              </w:rPr>
            </w:pPr>
          </w:p>
          <w:p w:rsidR="006F696E" w:rsidRDefault="002739E8" w:rsidP="002739E8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 w:eastAsia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t xml:space="preserve">Establezco relaciones entre los espacios físicos que ocupo (salón de clase, colegio) y sus representaciones (mapas, planos,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lastRenderedPageBreak/>
              <w:t>maquetas...)</w:t>
            </w:r>
          </w:p>
          <w:p w:rsidR="003C573D" w:rsidRPr="00896A3C" w:rsidRDefault="003C573D" w:rsidP="003C57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  <w:r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>MATHS TRANSDISCIPLINARY MEN (Who we are)</w:t>
            </w:r>
          </w:p>
          <w:p w:rsidR="003C573D" w:rsidRPr="00896A3C" w:rsidRDefault="003C573D" w:rsidP="003C573D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</w:p>
          <w:p w:rsidR="003C573D" w:rsidRPr="00896A3C" w:rsidRDefault="003C573D" w:rsidP="003C573D">
            <w:pPr>
              <w:autoSpaceDE w:val="0"/>
              <w:autoSpaceDN w:val="0"/>
              <w:adjustRightInd w:val="0"/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Describo y clasifico objetos según características que percibo con los cinco sentidos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  <w:t xml:space="preserve"> </w:t>
            </w: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(3D </w:t>
            </w:r>
            <w:proofErr w:type="spellStart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shapes</w:t>
            </w:r>
            <w:proofErr w:type="spellEnd"/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)</w:t>
            </w:r>
          </w:p>
          <w:p w:rsidR="003C573D" w:rsidRDefault="003C573D" w:rsidP="003C573D">
            <w:pPr>
              <w:rPr>
                <w:lang w:val="es-ES"/>
              </w:rPr>
            </w:pPr>
          </w:p>
          <w:p w:rsidR="003C573D" w:rsidRPr="003C573D" w:rsidRDefault="003C573D" w:rsidP="002739E8">
            <w:pPr>
              <w:rPr>
                <w:lang w:val="es-ES"/>
              </w:rPr>
            </w:pPr>
          </w:p>
        </w:tc>
        <w:tc>
          <w:tcPr>
            <w:tcW w:w="1828" w:type="dxa"/>
          </w:tcPr>
          <w:p w:rsidR="007C5353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F32796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lastRenderedPageBreak/>
              <w:t xml:space="preserve">  </w:t>
            </w:r>
          </w:p>
          <w:p w:rsidR="007C5353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</w:p>
          <w:p w:rsidR="007C5353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</w:p>
          <w:p w:rsidR="006F696E" w:rsidRPr="00EE5055" w:rsidRDefault="003C573D" w:rsidP="00F32796">
            <w:pPr>
              <w:pStyle w:val="NoSpacing"/>
              <w:rPr>
                <w:lang w:val="en-US"/>
              </w:rPr>
            </w:pPr>
            <w:r w:rsidRPr="00EE5055">
              <w:rPr>
                <w:lang w:val="en-US"/>
              </w:rPr>
              <w:t>Summative 3D shapes</w:t>
            </w:r>
            <w:r w:rsidR="00AB2438" w:rsidRPr="00EE5055">
              <w:rPr>
                <w:lang w:val="en-US"/>
              </w:rPr>
              <w:t xml:space="preserve"> </w:t>
            </w:r>
            <w:r w:rsidR="00EE5055">
              <w:rPr>
                <w:lang w:val="en-US"/>
              </w:rPr>
              <w:t>(1/2 groups, 20 min, alternative)</w:t>
            </w:r>
          </w:p>
          <w:p w:rsidR="003C573D" w:rsidRPr="00EE5055" w:rsidRDefault="003C573D" w:rsidP="00E82DED">
            <w:pPr>
              <w:rPr>
                <w:lang w:val="en-US"/>
              </w:rPr>
            </w:pPr>
          </w:p>
          <w:p w:rsidR="007C5353" w:rsidRDefault="007C5353" w:rsidP="00E82DED">
            <w:pPr>
              <w:rPr>
                <w:lang w:val="en-US"/>
              </w:rPr>
            </w:pPr>
          </w:p>
          <w:p w:rsidR="007C5353" w:rsidRDefault="007C5353" w:rsidP="00E82DED">
            <w:pPr>
              <w:rPr>
                <w:lang w:val="en-US"/>
              </w:rPr>
            </w:pPr>
          </w:p>
          <w:p w:rsidR="003C573D" w:rsidRPr="003C573D" w:rsidRDefault="003C573D" w:rsidP="00E82DED">
            <w:pPr>
              <w:rPr>
                <w:lang w:val="en-US"/>
              </w:rPr>
            </w:pPr>
            <w:r w:rsidRPr="003C573D">
              <w:rPr>
                <w:lang w:val="en-US"/>
              </w:rPr>
              <w:t>Last formative positions when following directions</w:t>
            </w:r>
            <w:r w:rsidR="00EE5055">
              <w:rPr>
                <w:lang w:val="en-US"/>
              </w:rPr>
              <w:t xml:space="preserve"> </w:t>
            </w:r>
          </w:p>
          <w:p w:rsidR="00EE5055" w:rsidRDefault="00EE5055" w:rsidP="00EE5055">
            <w:pPr>
              <w:rPr>
                <w:lang w:val="en-US"/>
              </w:rPr>
            </w:pPr>
            <w:r w:rsidRPr="00EE5055">
              <w:rPr>
                <w:lang w:val="en-US"/>
              </w:rPr>
              <w:t>(1/2 groups, 20 min</w:t>
            </w:r>
            <w:r>
              <w:rPr>
                <w:lang w:val="en-US"/>
              </w:rPr>
              <w:t>, alternative</w:t>
            </w:r>
            <w:r w:rsidRPr="00EE5055">
              <w:rPr>
                <w:lang w:val="en-US"/>
              </w:rPr>
              <w:t>)</w:t>
            </w:r>
          </w:p>
          <w:p w:rsidR="003C573D" w:rsidRPr="003C573D" w:rsidRDefault="003C573D" w:rsidP="00E82DED">
            <w:pPr>
              <w:rPr>
                <w:lang w:val="en-US"/>
              </w:rPr>
            </w:pPr>
          </w:p>
          <w:p w:rsidR="006F696E" w:rsidRPr="003C573D" w:rsidRDefault="006F696E" w:rsidP="00E82DE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828" w:type="dxa"/>
          </w:tcPr>
          <w:p w:rsidR="002739E8" w:rsidRPr="003C573D" w:rsidRDefault="002739E8" w:rsidP="002739E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C573D">
              <w:rPr>
                <w:rFonts w:cstheme="minorHAnsi"/>
                <w:color w:val="FF0000"/>
                <w:szCs w:val="18"/>
                <w:lang w:val="en-US"/>
              </w:rPr>
              <w:t xml:space="preserve"> </w:t>
            </w:r>
          </w:p>
          <w:p w:rsidR="006F696E" w:rsidRPr="003C573D" w:rsidRDefault="00AB2438" w:rsidP="00896A3C">
            <w:pPr>
              <w:rPr>
                <w:lang w:val="en-US"/>
              </w:rPr>
            </w:pPr>
            <w:r>
              <w:rPr>
                <w:lang w:val="en-US"/>
              </w:rPr>
              <w:t>Summative positions</w:t>
            </w:r>
            <w:r w:rsidR="000B2746">
              <w:rPr>
                <w:lang w:val="en-US"/>
              </w:rPr>
              <w:t xml:space="preserve"> when following</w:t>
            </w:r>
            <w:r w:rsidR="00140847">
              <w:rPr>
                <w:lang w:val="en-US"/>
              </w:rPr>
              <w:t xml:space="preserve"> directions</w:t>
            </w:r>
          </w:p>
        </w:tc>
        <w:tc>
          <w:tcPr>
            <w:tcW w:w="1672" w:type="dxa"/>
          </w:tcPr>
          <w:p w:rsidR="006F696E" w:rsidRPr="003C573D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726FEB" w:rsidRPr="00726FEB" w:rsidRDefault="00726FEB" w:rsidP="003C573D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6F696E" w:rsidRPr="002739E8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lastRenderedPageBreak/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6F696E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6F696E" w:rsidRDefault="0049790D" w:rsidP="003C573D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Homework via wiki:</w:t>
            </w:r>
          </w:p>
          <w:p w:rsidR="0049790D" w:rsidRDefault="0049790D" w:rsidP="0049790D">
            <w:pPr>
              <w:rPr>
                <w:lang w:val="en-US"/>
              </w:rPr>
            </w:pPr>
            <w:r>
              <w:rPr>
                <w:lang w:val="en-US"/>
              </w:rPr>
              <w:t>HW via wiki:  week 14</w:t>
            </w:r>
          </w:p>
          <w:p w:rsidR="0049790D" w:rsidRDefault="007C5353" w:rsidP="0049790D">
            <w:pPr>
              <w:rPr>
                <w:color w:val="FF0000"/>
                <w:lang w:val="en-US"/>
              </w:rPr>
            </w:pPr>
            <w:hyperlink r:id="rId7" w:history="1">
              <w:r w:rsidR="0049790D">
                <w:rPr>
                  <w:rStyle w:val="Hyperlink"/>
                  <w:lang w:val="en-US"/>
                </w:rPr>
                <w:t>http://www.toytheater.com</w:t>
              </w:r>
            </w:hyperlink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math.php</w:t>
            </w:r>
            <w:proofErr w:type="gramStart"/>
            <w:r>
              <w:rPr>
                <w:lang w:val="en-US"/>
              </w:rPr>
              <w:t>?l</w:t>
            </w:r>
            <w:r w:rsidR="009F15E8">
              <w:rPr>
                <w:lang w:val="en-US"/>
              </w:rPr>
              <w:t>anguage</w:t>
            </w:r>
            <w:proofErr w:type="spellEnd"/>
            <w:proofErr w:type="gramEnd"/>
            <w:r w:rsidR="009F15E8">
              <w:rPr>
                <w:lang w:val="en-US"/>
              </w:rPr>
              <w:t xml:space="preserve">=en.  Games </w:t>
            </w:r>
            <w:r w:rsidR="009F15E8">
              <w:rPr>
                <w:lang w:val="es-CO"/>
              </w:rPr>
              <w:t>(</w:t>
            </w:r>
            <w:r>
              <w:rPr>
                <w:lang w:val="en-US"/>
              </w:rPr>
              <w:t xml:space="preserve"> Patterns)</w:t>
            </w:r>
          </w:p>
        </w:tc>
        <w:tc>
          <w:tcPr>
            <w:tcW w:w="1828" w:type="dxa"/>
          </w:tcPr>
          <w:p w:rsidR="006F696E" w:rsidRPr="008132BC" w:rsidRDefault="003C573D">
            <w:pPr>
              <w:rPr>
                <w:lang w:val="en-GB"/>
              </w:rPr>
            </w:pPr>
            <w:r>
              <w:rPr>
                <w:lang w:val="en-GB"/>
              </w:rPr>
              <w:t>Summative patterns</w:t>
            </w:r>
            <w:r w:rsidR="00B8229B">
              <w:rPr>
                <w:lang w:val="en-GB"/>
              </w:rPr>
              <w:t xml:space="preserve"> missing chn</w:t>
            </w:r>
          </w:p>
        </w:tc>
        <w:tc>
          <w:tcPr>
            <w:tcW w:w="1672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6F696E" w:rsidRPr="00D84D4F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6F696E" w:rsidRPr="003C573D" w:rsidRDefault="006F696E" w:rsidP="003C573D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6F696E" w:rsidRPr="003C573D" w:rsidRDefault="006F696E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6F696E" w:rsidRPr="003C573D" w:rsidRDefault="006F696E" w:rsidP="003C573D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GB"/>
              </w:rPr>
              <w:t xml:space="preserve">Indentifies  </w:t>
            </w:r>
            <w:r w:rsidRPr="003C573D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t xml:space="preserve">n+1 (one more) when comparing quantities </w:t>
            </w:r>
          </w:p>
          <w:p w:rsidR="006F696E" w:rsidRPr="003C573D" w:rsidRDefault="006F696E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6F696E" w:rsidRPr="003C573D" w:rsidRDefault="006F696E" w:rsidP="003C573D">
            <w:pPr>
              <w:pStyle w:val="ListParagraph"/>
              <w:numPr>
                <w:ilvl w:val="0"/>
                <w:numId w:val="5"/>
              </w:num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3C573D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>finds</w:t>
            </w:r>
            <w:r w:rsidR="00001C2A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 w:rsidRPr="003C573D"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 w:rsidRPr="003C573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4E0C96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4E0C96">
              <w:rPr>
                <w:rFonts w:asciiTheme="minorHAnsi" w:hAnsiTheme="minorHAnsi" w:cstheme="minorHAnsi"/>
                <w:sz w:val="22"/>
                <w:lang w:val="en-US"/>
              </w:rPr>
              <w:t>Summative worksheet matching quantities to numerals</w:t>
            </w:r>
            <w:r w:rsidR="00AB2438" w:rsidRPr="004E0C96">
              <w:rPr>
                <w:rFonts w:asciiTheme="minorHAnsi" w:hAnsiTheme="minorHAnsi" w:cstheme="minorHAnsi"/>
                <w:sz w:val="22"/>
                <w:lang w:val="en-US"/>
              </w:rPr>
              <w:t xml:space="preserve"> (ind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>icators</w:t>
            </w:r>
            <w:r w:rsidR="00AB2438" w:rsidRPr="004E0C96">
              <w:rPr>
                <w:rFonts w:asciiTheme="minorHAnsi" w:hAnsiTheme="minorHAnsi" w:cstheme="minorHAnsi"/>
                <w:sz w:val="22"/>
                <w:lang w:val="en-US"/>
              </w:rPr>
              <w:t xml:space="preserve"> 1,2)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 xml:space="preserve"> (independent station</w:t>
            </w:r>
            <w:r w:rsidR="00293DDE">
              <w:rPr>
                <w:rFonts w:asciiTheme="minorHAnsi" w:hAnsiTheme="minorHAnsi" w:cstheme="minorHAnsi"/>
                <w:sz w:val="22"/>
                <w:lang w:val="en-US"/>
              </w:rPr>
              <w:t>, 25 min</w:t>
            </w:r>
            <w:r w:rsidR="00EE5055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  <w:p w:rsidR="003C573D" w:rsidRPr="004E0C96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Default="00EE5055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75470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4E0C96">
              <w:rPr>
                <w:rFonts w:asciiTheme="minorHAnsi" w:hAnsiTheme="minorHAnsi" w:cstheme="minorHAnsi"/>
                <w:sz w:val="22"/>
                <w:lang w:val="en-US"/>
              </w:rPr>
              <w:t>Register combinations for number 6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  </w:t>
            </w: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(station with teacher, 25 min)</w:t>
            </w:r>
          </w:p>
        </w:tc>
        <w:tc>
          <w:tcPr>
            <w:tcW w:w="1828" w:type="dxa"/>
          </w:tcPr>
          <w:p w:rsidR="006F696E" w:rsidRDefault="006F696E" w:rsidP="004D306F">
            <w:pPr>
              <w:rPr>
                <w:lang w:val="en-US"/>
              </w:rPr>
            </w:pPr>
          </w:p>
          <w:p w:rsidR="00AB2438" w:rsidRDefault="00AB2438" w:rsidP="004D306F">
            <w:pPr>
              <w:rPr>
                <w:lang w:val="en-US"/>
              </w:rPr>
            </w:pPr>
            <w:r>
              <w:rPr>
                <w:lang w:val="en-US"/>
              </w:rPr>
              <w:t>Summative estimate quantities (</w:t>
            </w:r>
            <w:proofErr w:type="spellStart"/>
            <w:r>
              <w:rPr>
                <w:lang w:val="en-US"/>
              </w:rPr>
              <w:t>ind</w:t>
            </w:r>
            <w:proofErr w:type="spellEnd"/>
            <w:r>
              <w:rPr>
                <w:lang w:val="en-US"/>
              </w:rPr>
              <w:t xml:space="preserve"> 3)</w:t>
            </w:r>
          </w:p>
          <w:p w:rsidR="00140847" w:rsidRDefault="00140847" w:rsidP="004D306F">
            <w:pPr>
              <w:rPr>
                <w:lang w:val="en-US"/>
              </w:rPr>
            </w:pPr>
          </w:p>
          <w:p w:rsidR="00140847" w:rsidRPr="004D306F" w:rsidRDefault="00001C2A" w:rsidP="00001C2A">
            <w:pPr>
              <w:rPr>
                <w:lang w:val="en-US"/>
              </w:rPr>
            </w:pPr>
            <w:r>
              <w:rPr>
                <w:lang w:val="en-US"/>
              </w:rPr>
              <w:t xml:space="preserve">Summative n+1 missing </w:t>
            </w:r>
            <w:proofErr w:type="spellStart"/>
            <w:r w:rsidR="00140847">
              <w:rPr>
                <w:lang w:val="en-US"/>
              </w:rPr>
              <w:t>chn</w:t>
            </w:r>
            <w:proofErr w:type="spellEnd"/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Pr="00355AF1" w:rsidRDefault="00682766" w:rsidP="00355AF1">
            <w:pPr>
              <w:rPr>
                <w:color w:val="FF0000"/>
                <w:lang w:val="en-US"/>
              </w:rPr>
            </w:pPr>
          </w:p>
        </w:tc>
        <w:tc>
          <w:tcPr>
            <w:tcW w:w="1559" w:type="dxa"/>
          </w:tcPr>
          <w:p w:rsidR="0045346E" w:rsidRPr="00726FEB" w:rsidRDefault="0045346E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619" w:type="dxa"/>
          </w:tcPr>
          <w:p w:rsidR="009078F1" w:rsidRPr="009078F1" w:rsidRDefault="009078F1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3246F"/>
    <w:rsid w:val="000923D9"/>
    <w:rsid w:val="000B2746"/>
    <w:rsid w:val="00140847"/>
    <w:rsid w:val="0014345D"/>
    <w:rsid w:val="001B652C"/>
    <w:rsid w:val="001C243C"/>
    <w:rsid w:val="001C32BE"/>
    <w:rsid w:val="0020149A"/>
    <w:rsid w:val="00264492"/>
    <w:rsid w:val="00264B1B"/>
    <w:rsid w:val="002739E8"/>
    <w:rsid w:val="00293DDE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75470"/>
    <w:rsid w:val="0038020B"/>
    <w:rsid w:val="003C573D"/>
    <w:rsid w:val="003C5DAC"/>
    <w:rsid w:val="0044297C"/>
    <w:rsid w:val="0045346E"/>
    <w:rsid w:val="0049790D"/>
    <w:rsid w:val="004D306F"/>
    <w:rsid w:val="004E0C96"/>
    <w:rsid w:val="004F5538"/>
    <w:rsid w:val="005509B4"/>
    <w:rsid w:val="005711A4"/>
    <w:rsid w:val="005738F7"/>
    <w:rsid w:val="005A600A"/>
    <w:rsid w:val="006664D5"/>
    <w:rsid w:val="00682766"/>
    <w:rsid w:val="00695040"/>
    <w:rsid w:val="006A1842"/>
    <w:rsid w:val="006F696E"/>
    <w:rsid w:val="00726FEB"/>
    <w:rsid w:val="00785B55"/>
    <w:rsid w:val="007C5353"/>
    <w:rsid w:val="007E3654"/>
    <w:rsid w:val="0081077E"/>
    <w:rsid w:val="008132BC"/>
    <w:rsid w:val="0085391E"/>
    <w:rsid w:val="00870DF1"/>
    <w:rsid w:val="00896A3C"/>
    <w:rsid w:val="008A7D0B"/>
    <w:rsid w:val="008C24AB"/>
    <w:rsid w:val="008D2F53"/>
    <w:rsid w:val="008E074B"/>
    <w:rsid w:val="009078F1"/>
    <w:rsid w:val="00993DC1"/>
    <w:rsid w:val="009F0181"/>
    <w:rsid w:val="009F15E8"/>
    <w:rsid w:val="00A14C1C"/>
    <w:rsid w:val="00A352BF"/>
    <w:rsid w:val="00A422EC"/>
    <w:rsid w:val="00A47530"/>
    <w:rsid w:val="00A502B5"/>
    <w:rsid w:val="00A70323"/>
    <w:rsid w:val="00A87601"/>
    <w:rsid w:val="00AB2438"/>
    <w:rsid w:val="00AB62C6"/>
    <w:rsid w:val="00AD48C4"/>
    <w:rsid w:val="00B453BB"/>
    <w:rsid w:val="00B81719"/>
    <w:rsid w:val="00B8229B"/>
    <w:rsid w:val="00C32341"/>
    <w:rsid w:val="00C402A6"/>
    <w:rsid w:val="00C554C1"/>
    <w:rsid w:val="00CE1AB7"/>
    <w:rsid w:val="00D84D4F"/>
    <w:rsid w:val="00E01EE4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ytheat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F1C1-7CEF-40BA-A96A-0C6C89E4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0</TotalTime>
  <Pages>3</Pages>
  <Words>372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Portatil CCB</cp:lastModifiedBy>
  <cp:revision>2</cp:revision>
  <dcterms:created xsi:type="dcterms:W3CDTF">2012-11-23T14:07:00Z</dcterms:created>
  <dcterms:modified xsi:type="dcterms:W3CDTF">2012-11-23T14:07:00Z</dcterms:modified>
</cp:coreProperties>
</file>